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88" w:rsidRDefault="00BA0888" w:rsidP="00760BD8">
      <w:pPr>
        <w:spacing w:line="480" w:lineRule="auto"/>
        <w:jc w:val="center"/>
        <w:rPr>
          <w:rFonts w:ascii="Times New Roman" w:hAnsi="Times New Roman"/>
        </w:rPr>
      </w:pPr>
    </w:p>
    <w:p w:rsidR="00BA0888" w:rsidRPr="009374A5" w:rsidRDefault="00BA0888" w:rsidP="00760BD8">
      <w:pPr>
        <w:spacing w:line="480" w:lineRule="auto"/>
        <w:jc w:val="center"/>
        <w:rPr>
          <w:rFonts w:ascii="Times New Roman" w:hAnsi="Times New Roman"/>
        </w:rPr>
      </w:pPr>
      <w:r w:rsidRPr="009374A5">
        <w:rPr>
          <w:rFonts w:ascii="Times New Roman" w:hAnsi="Times New Roman"/>
        </w:rPr>
        <w:t xml:space="preserve"> “Does Patriotism Still Matter”</w:t>
      </w:r>
    </w:p>
    <w:p w:rsidR="00BA0888" w:rsidRDefault="00BA0888" w:rsidP="00907405">
      <w:pPr>
        <w:spacing w:line="480" w:lineRule="auto"/>
        <w:ind w:firstLine="720"/>
        <w:rPr>
          <w:rStyle w:val="body"/>
          <w:rFonts w:ascii="Times New Roman" w:hAnsi="Times New Roman"/>
        </w:rPr>
      </w:pPr>
      <w:r w:rsidRPr="009374A5">
        <w:rPr>
          <w:rFonts w:ascii="Times New Roman" w:hAnsi="Times New Roman"/>
        </w:rPr>
        <w:t>Patriotism is the love and support one shows towards his or her country</w:t>
      </w:r>
      <w:r>
        <w:rPr>
          <w:rFonts w:ascii="Times New Roman" w:hAnsi="Times New Roman"/>
        </w:rPr>
        <w:t>;</w:t>
      </w:r>
      <w:r w:rsidRPr="009374A5">
        <w:rPr>
          <w:rFonts w:ascii="Times New Roman" w:hAnsi="Times New Roman"/>
        </w:rPr>
        <w:t xml:space="preserve"> does it still matter? “</w:t>
      </w:r>
      <w:r w:rsidRPr="009374A5">
        <w:rPr>
          <w:rStyle w:val="body"/>
          <w:rFonts w:ascii="Times New Roman" w:hAnsi="Times New Roman"/>
        </w:rPr>
        <w:t>The very idea of true patriotism is lost, and the term has been prostituted to the very worst of purposes. A patriot, sir! Why, patriots spring up like mushro</w:t>
      </w:r>
      <w:r>
        <w:rPr>
          <w:rStyle w:val="body"/>
          <w:rFonts w:ascii="Times New Roman" w:hAnsi="Times New Roman"/>
        </w:rPr>
        <w:t>oms!” (Robert Walpole). A true p</w:t>
      </w:r>
      <w:r w:rsidRPr="009374A5">
        <w:rPr>
          <w:rStyle w:val="body"/>
          <w:rFonts w:ascii="Times New Roman" w:hAnsi="Times New Roman"/>
        </w:rPr>
        <w:t>atriot is very critical to our country. Patriotism still does matter today for many reasons. In past times of crisis people have lost their sense of patriotism, which lead to t</w:t>
      </w:r>
      <w:r>
        <w:rPr>
          <w:rStyle w:val="body"/>
          <w:rFonts w:ascii="Times New Roman" w:hAnsi="Times New Roman"/>
        </w:rPr>
        <w:t>he crisis becoming worse. True p</w:t>
      </w:r>
      <w:r w:rsidRPr="009374A5">
        <w:rPr>
          <w:rStyle w:val="body"/>
          <w:rFonts w:ascii="Times New Roman" w:hAnsi="Times New Roman"/>
        </w:rPr>
        <w:t xml:space="preserve">atriots are not everywhere but still live today. A true patriot helps the </w:t>
      </w:r>
      <w:smartTag w:uri="urn:schemas-microsoft-com:office:smarttags" w:element="country-region">
        <w:r w:rsidRPr="009374A5">
          <w:rPr>
            <w:rStyle w:val="body"/>
            <w:rFonts w:ascii="Times New Roman" w:hAnsi="Times New Roman"/>
          </w:rPr>
          <w:t>United States</w:t>
        </w:r>
      </w:smartTag>
      <w:r w:rsidRPr="009374A5">
        <w:rPr>
          <w:rStyle w:val="body"/>
          <w:rFonts w:ascii="Times New Roman" w:hAnsi="Times New Roman"/>
        </w:rPr>
        <w:t xml:space="preserve"> in time of need. They do not lose their trust</w:t>
      </w:r>
      <w:r>
        <w:rPr>
          <w:rStyle w:val="body"/>
          <w:rFonts w:ascii="Times New Roman" w:hAnsi="Times New Roman"/>
        </w:rPr>
        <w:t xml:space="preserve"> in the </w:t>
      </w:r>
      <w:smartTag w:uri="urn:schemas-microsoft-com:office:smarttags" w:element="country-region">
        <w:r>
          <w:rPr>
            <w:rStyle w:val="body"/>
            <w:rFonts w:ascii="Times New Roman" w:hAnsi="Times New Roman"/>
          </w:rPr>
          <w:t>United States</w:t>
        </w:r>
      </w:smartTag>
      <w:r>
        <w:rPr>
          <w:rStyle w:val="body"/>
          <w:rFonts w:ascii="Times New Roman" w:hAnsi="Times New Roman"/>
        </w:rPr>
        <w:t>;</w:t>
      </w:r>
      <w:r w:rsidRPr="009374A5">
        <w:rPr>
          <w:rStyle w:val="body"/>
          <w:rFonts w:ascii="Times New Roman" w:hAnsi="Times New Roman"/>
        </w:rPr>
        <w:t xml:space="preserve"> they support the ideas of the government.</w:t>
      </w:r>
    </w:p>
    <w:p w:rsidR="00BA0888" w:rsidRPr="009374A5" w:rsidRDefault="00BA0888" w:rsidP="00741261">
      <w:pPr>
        <w:spacing w:line="480" w:lineRule="auto"/>
        <w:ind w:firstLine="720"/>
        <w:rPr>
          <w:rFonts w:ascii="Times New Roman" w:hAnsi="Times New Roman"/>
        </w:rPr>
      </w:pPr>
      <w:r w:rsidRPr="009374A5">
        <w:rPr>
          <w:rStyle w:val="body"/>
          <w:rFonts w:ascii="Times New Roman" w:hAnsi="Times New Roman"/>
        </w:rPr>
        <w:t xml:space="preserve"> “</w:t>
      </w:r>
      <w:r w:rsidRPr="009374A5">
        <w:rPr>
          <w:rFonts w:ascii="Times New Roman" w:hAnsi="Times New Roman"/>
        </w:rPr>
        <w:t xml:space="preserve">A young man who does not have what it takes to perform military service is not likely to have what it takes to make a living” (John F. Kennedy).  People serve in the army for different reasons, One might be you want to give back to your country. </w:t>
      </w:r>
      <w:r>
        <w:rPr>
          <w:rFonts w:ascii="Times New Roman" w:hAnsi="Times New Roman"/>
        </w:rPr>
        <w:t xml:space="preserve">Another reason you might serve in the military is the military </w:t>
      </w:r>
      <w:r w:rsidRPr="009374A5">
        <w:rPr>
          <w:rFonts w:ascii="Times New Roman" w:hAnsi="Times New Roman"/>
        </w:rPr>
        <w:t xml:space="preserve"> gives to you that nothing else can give you </w:t>
      </w:r>
      <w:r>
        <w:rPr>
          <w:rFonts w:ascii="Times New Roman" w:hAnsi="Times New Roman"/>
        </w:rPr>
        <w:t>is discipline</w:t>
      </w:r>
      <w:r w:rsidRPr="009374A5">
        <w:rPr>
          <w:rFonts w:ascii="Times New Roman" w:hAnsi="Times New Roman"/>
        </w:rPr>
        <w:t>. The military makes it so when you leave you are ready to go farther and get another job in life. It makes you see the world in a whole new way. You realize that life is a special thing and it can be taking away from you and or someone you love easily</w:t>
      </w:r>
      <w:r>
        <w:rPr>
          <w:rFonts w:ascii="Times New Roman" w:hAnsi="Times New Roman"/>
        </w:rPr>
        <w:t>.</w:t>
      </w:r>
      <w:r>
        <w:rPr>
          <w:rStyle w:val="body"/>
          <w:rFonts w:ascii="Times New Roman" w:hAnsi="Times New Roman"/>
        </w:rPr>
        <w:t xml:space="preserve"> P</w:t>
      </w:r>
      <w:r w:rsidRPr="009374A5">
        <w:rPr>
          <w:rStyle w:val="body"/>
          <w:rFonts w:ascii="Times New Roman" w:hAnsi="Times New Roman"/>
        </w:rPr>
        <w:t>eople</w:t>
      </w:r>
      <w:r>
        <w:rPr>
          <w:rStyle w:val="body"/>
          <w:rFonts w:ascii="Times New Roman" w:hAnsi="Times New Roman"/>
        </w:rPr>
        <w:t xml:space="preserve"> think you</w:t>
      </w:r>
      <w:r w:rsidRPr="009374A5">
        <w:rPr>
          <w:rStyle w:val="body"/>
          <w:rFonts w:ascii="Times New Roman" w:hAnsi="Times New Roman"/>
        </w:rPr>
        <w:t xml:space="preserve"> have to serve in the militar</w:t>
      </w:r>
      <w:r>
        <w:rPr>
          <w:rStyle w:val="body"/>
          <w:rFonts w:ascii="Times New Roman" w:hAnsi="Times New Roman"/>
        </w:rPr>
        <w:t>y to be considered true patriot</w:t>
      </w:r>
      <w:r w:rsidRPr="009374A5">
        <w:rPr>
          <w:rStyle w:val="body"/>
          <w:rFonts w:ascii="Times New Roman" w:hAnsi="Times New Roman"/>
        </w:rPr>
        <w:t xml:space="preserve">. Yes, military service shows you are willing to give your life for your country. In other peoples eyes showing patriotism is serving in the government and making the </w:t>
      </w:r>
      <w:smartTag w:uri="urn:schemas-microsoft-com:office:smarttags" w:element="country-region">
        <w:r w:rsidRPr="009374A5">
          <w:rPr>
            <w:rStyle w:val="body"/>
            <w:rFonts w:ascii="Times New Roman" w:hAnsi="Times New Roman"/>
          </w:rPr>
          <w:t>United States</w:t>
        </w:r>
      </w:smartTag>
      <w:r w:rsidRPr="009374A5">
        <w:rPr>
          <w:rStyle w:val="body"/>
          <w:rFonts w:ascii="Times New Roman" w:hAnsi="Times New Roman"/>
        </w:rPr>
        <w:t xml:space="preserve"> a better place to live and fix problems we have. </w:t>
      </w:r>
      <w:r>
        <w:rPr>
          <w:rStyle w:val="body"/>
          <w:rFonts w:ascii="Times New Roman" w:hAnsi="Times New Roman"/>
        </w:rPr>
        <w:t>Patriotism can be shown in many ways such as military service, government service or even believing in your country in a time of crisis.</w:t>
      </w:r>
      <w:r>
        <w:rPr>
          <w:rFonts w:ascii="Times New Roman" w:hAnsi="Times New Roman"/>
        </w:rPr>
        <w:t xml:space="preserve"> Live life to the fullest and s</w:t>
      </w:r>
      <w:r w:rsidRPr="009374A5">
        <w:rPr>
          <w:rFonts w:ascii="Times New Roman" w:hAnsi="Times New Roman"/>
        </w:rPr>
        <w:t>how your patriotism because it still matters today.</w:t>
      </w:r>
    </w:p>
    <w:p w:rsidR="00BA0888" w:rsidRPr="009374A5" w:rsidRDefault="00BA0888">
      <w:pPr>
        <w:rPr>
          <w:rFonts w:ascii="Times New Roman" w:hAnsi="Times New Roman"/>
        </w:rPr>
      </w:pPr>
    </w:p>
    <w:sectPr w:rsidR="00BA0888" w:rsidRPr="009374A5" w:rsidSect="00760BD8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888" w:rsidRDefault="00BA0888" w:rsidP="00A34238">
      <w:r>
        <w:separator/>
      </w:r>
    </w:p>
  </w:endnote>
  <w:endnote w:type="continuationSeparator" w:id="0">
    <w:p w:rsidR="00BA0888" w:rsidRDefault="00BA0888" w:rsidP="00A34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888" w:rsidRDefault="00BA0888" w:rsidP="00A34238">
      <w:r>
        <w:separator/>
      </w:r>
    </w:p>
  </w:footnote>
  <w:footnote w:type="continuationSeparator" w:id="0">
    <w:p w:rsidR="00BA0888" w:rsidRDefault="00BA0888" w:rsidP="00A34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888" w:rsidRDefault="00BA0888" w:rsidP="006C099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0888" w:rsidRDefault="00BA0888" w:rsidP="006C099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888" w:rsidRDefault="00BA0888" w:rsidP="004F538E">
    <w:pPr>
      <w:pStyle w:val="Header"/>
      <w:framePr w:wrap="around" w:vAnchor="text" w:hAnchor="page" w:x="10081" w:y="1"/>
      <w:rPr>
        <w:rStyle w:val="PageNumber"/>
      </w:rPr>
    </w:pPr>
    <w:r>
      <w:rPr>
        <w:rStyle w:val="PageNumber"/>
      </w:rPr>
      <w:t xml:space="preserve">  </w:t>
    </w:r>
  </w:p>
  <w:p w:rsidR="00BA0888" w:rsidRDefault="00BA0888" w:rsidP="006C099F">
    <w:pPr>
      <w:pStyle w:val="Header"/>
      <w:ind w:right="360"/>
    </w:pPr>
    <w: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1FC36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820A59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8D1E3A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6B90D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AD0C21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1C52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B18382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784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F07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65C77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BD8"/>
    <w:rsid w:val="000577ED"/>
    <w:rsid w:val="001404BA"/>
    <w:rsid w:val="0033773A"/>
    <w:rsid w:val="003E69D7"/>
    <w:rsid w:val="004F538E"/>
    <w:rsid w:val="006C099F"/>
    <w:rsid w:val="00741261"/>
    <w:rsid w:val="00760BD8"/>
    <w:rsid w:val="00777F0F"/>
    <w:rsid w:val="008C565B"/>
    <w:rsid w:val="00907405"/>
    <w:rsid w:val="009374A5"/>
    <w:rsid w:val="009C4DED"/>
    <w:rsid w:val="00A22381"/>
    <w:rsid w:val="00A34238"/>
    <w:rsid w:val="00AA46B9"/>
    <w:rsid w:val="00B35BAE"/>
    <w:rsid w:val="00BA0888"/>
    <w:rsid w:val="00DE31EA"/>
    <w:rsid w:val="00E747A2"/>
    <w:rsid w:val="00EE3233"/>
    <w:rsid w:val="00FB4C26"/>
    <w:rsid w:val="00FC1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2D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">
    <w:name w:val="body"/>
    <w:basedOn w:val="DefaultParagraphFont"/>
    <w:uiPriority w:val="99"/>
    <w:rsid w:val="008C565B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6C09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C099F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6C099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C09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C099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279</Words>
  <Characters>1595</Characters>
  <Application>Microsoft Office Outlook</Application>
  <DocSecurity>0</DocSecurity>
  <Lines>0</Lines>
  <Paragraphs>0</Paragraphs>
  <ScaleCrop>false</ScaleCrop>
  <Company>Upper Arlington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Griffin Caldwell</dc:title>
  <dc:subject/>
  <dc:creator>Teacher</dc:creator>
  <cp:keywords/>
  <dc:description/>
  <cp:lastModifiedBy>Tom Caldwell</cp:lastModifiedBy>
  <cp:revision>2</cp:revision>
  <cp:lastPrinted>2010-10-01T01:41:00Z</cp:lastPrinted>
  <dcterms:created xsi:type="dcterms:W3CDTF">2010-10-01T01:43:00Z</dcterms:created>
  <dcterms:modified xsi:type="dcterms:W3CDTF">2010-10-01T01:43:00Z</dcterms:modified>
</cp:coreProperties>
</file>